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C4" w:rsidRPr="005E09C4" w:rsidRDefault="002C73E2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  <w:color w:val="C0081F"/>
          <w:sz w:val="32"/>
          <w:szCs w:val="32"/>
        </w:rPr>
      </w:pPr>
      <w:bookmarkStart w:id="0" w:name="OLE_LINK1"/>
      <w:bookmarkStart w:id="1" w:name="_GoBack"/>
      <w:bookmarkEnd w:id="1"/>
      <w:r>
        <w:rPr>
          <w:rFonts w:ascii="Arial" w:hAnsi="Arial"/>
          <w:b/>
          <w:bCs/>
          <w:color w:val="C0081F"/>
          <w:sz w:val="32"/>
          <w:szCs w:val="32"/>
        </w:rPr>
        <w:t xml:space="preserve">KOOLITUSE </w:t>
      </w:r>
      <w:r w:rsidR="00A238DA">
        <w:rPr>
          <w:rFonts w:ascii="Arial" w:hAnsi="Arial"/>
          <w:b/>
          <w:bCs/>
          <w:color w:val="C0081F"/>
          <w:sz w:val="32"/>
          <w:szCs w:val="32"/>
        </w:rPr>
        <w:t>TAGASISIDE</w:t>
      </w:r>
    </w:p>
    <w:p w:rsidR="005661C4" w:rsidRPr="00F0420C" w:rsidRDefault="005661C4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</w:rPr>
      </w:pPr>
    </w:p>
    <w:p w:rsidR="005661C4" w:rsidRPr="00F0420C" w:rsidRDefault="005661C4">
      <w:pPr>
        <w:pStyle w:val="Header"/>
        <w:tabs>
          <w:tab w:val="clear" w:pos="4536"/>
          <w:tab w:val="clear" w:pos="9072"/>
        </w:tabs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5661C4" w:rsidRPr="00F0420C">
        <w:tc>
          <w:tcPr>
            <w:tcW w:w="4889" w:type="dxa"/>
          </w:tcPr>
          <w:p w:rsidR="005661C4" w:rsidRDefault="002C73E2" w:rsidP="005919E3">
            <w:pPr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Kuupäev</w:t>
            </w:r>
            <w:r w:rsidR="005661C4" w:rsidRPr="00F0420C">
              <w:rPr>
                <w:rFonts w:ascii="Arial" w:hAnsi="Arial"/>
                <w:b/>
                <w:bCs/>
                <w:color w:val="000000"/>
              </w:rPr>
              <w:t>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4889" w:type="dxa"/>
          </w:tcPr>
          <w:p w:rsidR="005661C4" w:rsidRDefault="002C73E2" w:rsidP="005919E3">
            <w:pPr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Osaleja nimi</w:t>
            </w:r>
            <w:r w:rsidR="005661C4" w:rsidRPr="00F0420C">
              <w:rPr>
                <w:rFonts w:ascii="Arial" w:hAnsi="Arial"/>
                <w:b/>
                <w:bCs/>
                <w:color w:val="000000"/>
              </w:rPr>
              <w:t>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:rsidR="005661C4" w:rsidRDefault="005661C4">
      <w:pPr>
        <w:rPr>
          <w:rFonts w:ascii="Arial" w:hAnsi="Arial"/>
          <w:color w:val="A00C26"/>
        </w:rPr>
      </w:pPr>
    </w:p>
    <w:p w:rsidR="00231A2F" w:rsidRDefault="00231A2F">
      <w:pPr>
        <w:rPr>
          <w:rFonts w:ascii="Arial" w:hAnsi="Arial"/>
          <w:color w:val="A00C26"/>
        </w:rPr>
      </w:pPr>
    </w:p>
    <w:p w:rsidR="008C198A" w:rsidRDefault="008C198A">
      <w:pPr>
        <w:rPr>
          <w:rFonts w:ascii="Arial" w:hAnsi="Arial"/>
          <w:color w:val="A00C26"/>
        </w:rPr>
      </w:pPr>
    </w:p>
    <w:p w:rsidR="00D763B2" w:rsidRPr="008F26DD" w:rsidRDefault="008F26DD" w:rsidP="008F26DD">
      <w:pPr>
        <w:tabs>
          <w:tab w:val="left" w:pos="180"/>
        </w:tabs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1. </w:t>
      </w:r>
      <w:r w:rsidR="002C73E2" w:rsidRPr="002C73E2">
        <w:rPr>
          <w:rFonts w:ascii="Arial" w:hAnsi="Arial"/>
          <w:b/>
          <w:bCs/>
          <w:color w:val="C0081F"/>
          <w:sz w:val="24"/>
        </w:rPr>
        <w:t>Üldine arvamus koolituse (</w:t>
      </w:r>
      <w:r w:rsidR="002C73E2">
        <w:rPr>
          <w:rFonts w:ascii="Arial" w:hAnsi="Arial"/>
          <w:b/>
          <w:bCs/>
          <w:color w:val="C0081F"/>
          <w:sz w:val="24"/>
        </w:rPr>
        <w:t>seansi</w:t>
      </w:r>
      <w:r w:rsidR="002C73E2" w:rsidRPr="002C73E2">
        <w:rPr>
          <w:rFonts w:ascii="Arial" w:hAnsi="Arial"/>
          <w:b/>
          <w:bCs/>
          <w:color w:val="C0081F"/>
          <w:sz w:val="24"/>
        </w:rPr>
        <w:t>) kohta:</w:t>
      </w:r>
    </w:p>
    <w:p w:rsidR="00D763B2" w:rsidRPr="00F0420C" w:rsidRDefault="00D763B2">
      <w:pPr>
        <w:rPr>
          <w:rFonts w:ascii="Arial" w:hAnsi="Arial"/>
          <w:color w:val="A00C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Pr="008F26DD" w:rsidRDefault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2. </w:t>
      </w:r>
      <w:r w:rsidR="002C73E2">
        <w:rPr>
          <w:rFonts w:ascii="Arial" w:hAnsi="Arial"/>
          <w:b/>
          <w:bCs/>
          <w:color w:val="C0081F"/>
          <w:sz w:val="24"/>
        </w:rPr>
        <w:t>Kui kasulik oli Teie jaoks koolituse sisu:</w:t>
      </w:r>
    </w:p>
    <w:p w:rsidR="00D763B2" w:rsidRDefault="00D763B2">
      <w:pPr>
        <w:rPr>
          <w:rFonts w:ascii="Arial" w:hAnsi="Arial"/>
          <w:b/>
          <w:bCs/>
          <w:color w:val="A00C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Täielikult</w:t>
            </w:r>
          </w:p>
        </w:tc>
        <w:tc>
          <w:tcPr>
            <w:tcW w:w="3285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Piisavalt</w:t>
            </w:r>
            <w:r w:rsidR="00D763B2"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D763B2" w:rsidRPr="00A43DBE" w:rsidRDefault="002C73E2" w:rsidP="00714744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Üldse mitte</w:t>
            </w:r>
          </w:p>
        </w:tc>
      </w:tr>
    </w:tbl>
    <w:p w:rsidR="00D763B2" w:rsidRPr="00F0420C" w:rsidRDefault="00D763B2">
      <w:pPr>
        <w:rPr>
          <w:rFonts w:ascii="Arial" w:hAnsi="Arial"/>
          <w:sz w:val="28"/>
        </w:rPr>
      </w:pPr>
    </w:p>
    <w:p w:rsidR="00D763B2" w:rsidRDefault="00D763B2" w:rsidP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3. </w:t>
      </w:r>
      <w:r w:rsidR="002C73E2" w:rsidRPr="002C73E2">
        <w:rPr>
          <w:rFonts w:ascii="Arial" w:hAnsi="Arial"/>
          <w:b/>
          <w:bCs/>
          <w:color w:val="C0081F"/>
          <w:sz w:val="24"/>
        </w:rPr>
        <w:t>Mil määral saavutas koolitus (</w:t>
      </w:r>
      <w:r w:rsidR="002C73E2">
        <w:rPr>
          <w:rFonts w:ascii="Arial" w:hAnsi="Arial"/>
          <w:b/>
          <w:bCs/>
          <w:color w:val="C0081F"/>
          <w:sz w:val="24"/>
        </w:rPr>
        <w:t>seanss</w:t>
      </w:r>
      <w:r w:rsidR="002C73E2" w:rsidRPr="002C73E2">
        <w:rPr>
          <w:rFonts w:ascii="Arial" w:hAnsi="Arial"/>
          <w:b/>
          <w:bCs/>
          <w:color w:val="C0081F"/>
          <w:sz w:val="24"/>
        </w:rPr>
        <w:t>) oma seatud eesmärgid?</w:t>
      </w:r>
    </w:p>
    <w:p w:rsidR="002C73E2" w:rsidRPr="008F26DD" w:rsidRDefault="002C73E2" w:rsidP="00D763B2">
      <w:pPr>
        <w:rPr>
          <w:rFonts w:ascii="Arial" w:hAnsi="Arial"/>
          <w:b/>
          <w:bCs/>
          <w:color w:val="C0081F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Täielikult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Piisavalt</w:t>
            </w:r>
            <w:r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Üldse mitte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Default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4. </w:t>
      </w:r>
      <w:r w:rsidR="002C73E2" w:rsidRPr="002C73E2">
        <w:rPr>
          <w:rFonts w:ascii="Arial" w:hAnsi="Arial"/>
          <w:b/>
          <w:bCs/>
          <w:color w:val="C0081F"/>
          <w:sz w:val="24"/>
        </w:rPr>
        <w:t>Milline on teie arvamus kasutatavate koolitusmeetodite kohta?</w:t>
      </w:r>
    </w:p>
    <w:p w:rsidR="002C73E2" w:rsidRDefault="002C73E2">
      <w:pPr>
        <w:rPr>
          <w:rFonts w:ascii="Arial" w:hAnsi="Aria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D763B2" w:rsidRDefault="00D763B2" w:rsidP="00D763B2">
      <w:pPr>
        <w:rPr>
          <w:rFonts w:ascii="Arial" w:hAnsi="Arial"/>
          <w:b/>
          <w:bCs/>
          <w:color w:val="A00C26"/>
        </w:rPr>
      </w:pPr>
    </w:p>
    <w:p w:rsidR="00D763B2" w:rsidRPr="008F26DD" w:rsidRDefault="00D763B2" w:rsidP="00D763B2">
      <w:pPr>
        <w:rPr>
          <w:rFonts w:ascii="Arial" w:hAnsi="Arial"/>
          <w:b/>
          <w:bCs/>
          <w:color w:val="C0081F"/>
          <w:sz w:val="24"/>
        </w:rPr>
      </w:pPr>
      <w:r w:rsidRPr="008F26DD">
        <w:rPr>
          <w:rFonts w:ascii="Arial" w:hAnsi="Arial"/>
          <w:b/>
          <w:bCs/>
          <w:color w:val="C0081F"/>
          <w:sz w:val="24"/>
        </w:rPr>
        <w:t xml:space="preserve">5. </w:t>
      </w:r>
      <w:r w:rsidR="002C73E2" w:rsidRPr="002C73E2">
        <w:rPr>
          <w:rFonts w:ascii="Arial" w:hAnsi="Arial"/>
          <w:b/>
          <w:bCs/>
          <w:color w:val="C0081F"/>
          <w:sz w:val="24"/>
        </w:rPr>
        <w:t>Mis on teie arvamus juhendaja pädevuste kohta?</w:t>
      </w:r>
    </w:p>
    <w:p w:rsidR="00D763B2" w:rsidRPr="00F0420C" w:rsidRDefault="00D763B2">
      <w:pPr>
        <w:rPr>
          <w:rFonts w:ascii="Arial" w:hAnsi="Aria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8C198A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 xml:space="preserve">6. </w:t>
      </w:r>
      <w:r w:rsidR="002C73E2" w:rsidRPr="002C73E2">
        <w:rPr>
          <w:rFonts w:ascii="Arial" w:hAnsi="Arial"/>
          <w:b/>
          <w:bCs/>
          <w:color w:val="C0081F"/>
          <w:sz w:val="24"/>
        </w:rPr>
        <w:t>Hinnake grupi dünaamikat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D763B2" w:rsidRPr="008F26DD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7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. </w:t>
      </w:r>
      <w:r w:rsidR="002C73E2" w:rsidRPr="002C73E2">
        <w:rPr>
          <w:rFonts w:ascii="Arial" w:hAnsi="Arial"/>
          <w:b/>
          <w:bCs/>
          <w:color w:val="C0081F"/>
          <w:sz w:val="24"/>
        </w:rPr>
        <w:t>Kuidas te oma oskusi hindate?</w:t>
      </w:r>
    </w:p>
    <w:p w:rsidR="00D763B2" w:rsidRPr="008F26DD" w:rsidRDefault="002C73E2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Enne koolitust (seanssi)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D763B2" w:rsidRPr="008F26DD" w:rsidRDefault="002C73E2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Peale koolitust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 (</w:t>
      </w:r>
      <w:r>
        <w:rPr>
          <w:rFonts w:ascii="Arial" w:hAnsi="Arial"/>
          <w:b/>
          <w:bCs/>
          <w:color w:val="C0081F"/>
          <w:sz w:val="24"/>
        </w:rPr>
        <w:t>seanssi</w:t>
      </w:r>
      <w:r w:rsidR="00D763B2" w:rsidRPr="008F26DD">
        <w:rPr>
          <w:rFonts w:ascii="Arial" w:hAnsi="Arial"/>
          <w:b/>
          <w:bCs/>
          <w:color w:val="C0081F"/>
          <w:sz w:val="24"/>
        </w:rPr>
        <w:t>)     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3E2" w:rsidRPr="00A43DBE" w:rsidTr="00714744">
        <w:tc>
          <w:tcPr>
            <w:tcW w:w="3284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Suurepärane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</w:rPr>
              <w:t>Keskmine</w:t>
            </w:r>
          </w:p>
        </w:tc>
        <w:tc>
          <w:tcPr>
            <w:tcW w:w="3285" w:type="dxa"/>
          </w:tcPr>
          <w:p w:rsidR="002C73E2" w:rsidRPr="00A43DBE" w:rsidRDefault="002C73E2" w:rsidP="002C73E2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</w:rPr>
              <w:t>Kehv</w:t>
            </w:r>
          </w:p>
        </w:tc>
      </w:tr>
    </w:tbl>
    <w:p w:rsidR="005661C4" w:rsidRDefault="005661C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A00C26"/>
          <w:sz w:val="22"/>
          <w:lang w:val="en-US"/>
        </w:rPr>
      </w:pPr>
    </w:p>
    <w:p w:rsidR="008C198A" w:rsidRDefault="008C198A">
      <w:pPr>
        <w:rPr>
          <w:rFonts w:ascii="Arial" w:eastAsia="Arial Unicode MS" w:hAnsi="Arial"/>
          <w:b/>
          <w:bCs/>
          <w:color w:val="C0081F"/>
          <w:sz w:val="24"/>
          <w:lang w:val="it-IT"/>
        </w:rPr>
      </w:pPr>
      <w:r>
        <w:rPr>
          <w:rFonts w:ascii="Arial" w:hAnsi="Arial"/>
          <w:b/>
          <w:bCs/>
          <w:color w:val="C0081F"/>
        </w:rPr>
        <w:br w:type="page"/>
      </w:r>
    </w:p>
    <w:p w:rsidR="00D763B2" w:rsidRPr="008F26DD" w:rsidRDefault="008C198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0081F"/>
          <w:lang w:val="en-US"/>
        </w:rPr>
      </w:pPr>
      <w:r>
        <w:rPr>
          <w:rFonts w:ascii="Arial" w:hAnsi="Arial" w:cs="Arial"/>
          <w:b/>
          <w:bCs/>
          <w:color w:val="C0081F"/>
        </w:rPr>
        <w:lastRenderedPageBreak/>
        <w:t>8</w:t>
      </w:r>
      <w:r w:rsidR="00D763B2" w:rsidRPr="008F26DD">
        <w:rPr>
          <w:rFonts w:ascii="Arial" w:hAnsi="Arial" w:cs="Arial"/>
          <w:b/>
          <w:bCs/>
          <w:color w:val="C0081F"/>
        </w:rPr>
        <w:t xml:space="preserve">. </w:t>
      </w:r>
      <w:r w:rsidR="002C73E2" w:rsidRPr="002C73E2">
        <w:rPr>
          <w:rFonts w:ascii="Arial" w:hAnsi="Arial" w:cs="Arial"/>
          <w:b/>
          <w:bCs/>
          <w:color w:val="C0081F"/>
        </w:rPr>
        <w:t xml:space="preserve">Palun hinnake, kui palju </w:t>
      </w:r>
      <w:r w:rsidR="002C73E2">
        <w:rPr>
          <w:rFonts w:ascii="Arial" w:hAnsi="Arial" w:cs="Arial"/>
          <w:b/>
          <w:bCs/>
          <w:color w:val="C0081F"/>
        </w:rPr>
        <w:t>on arenenud iga pädevus</w:t>
      </w:r>
      <w:r w:rsidR="002C73E2" w:rsidRPr="002C73E2">
        <w:rPr>
          <w:rFonts w:ascii="Arial" w:hAnsi="Arial" w:cs="Arial"/>
          <w:b/>
          <w:bCs/>
          <w:color w:val="C0081F"/>
        </w:rPr>
        <w:t xml:space="preserve"> koolituse (</w:t>
      </w:r>
      <w:r w:rsidR="002C73E2">
        <w:rPr>
          <w:rFonts w:ascii="Arial" w:hAnsi="Arial" w:cs="Arial"/>
          <w:b/>
          <w:bCs/>
          <w:color w:val="C0081F"/>
        </w:rPr>
        <w:t>seansi</w:t>
      </w:r>
      <w:r w:rsidR="002C73E2" w:rsidRPr="002C73E2">
        <w:rPr>
          <w:rFonts w:ascii="Arial" w:hAnsi="Arial" w:cs="Arial"/>
          <w:b/>
          <w:bCs/>
          <w:color w:val="C0081F"/>
        </w:rPr>
        <w:t>) tulemusena</w:t>
      </w:r>
    </w:p>
    <w:bookmarkEnd w:id="0"/>
    <w:p w:rsidR="00A50D1F" w:rsidRDefault="00A50D1F">
      <w:pPr>
        <w:rPr>
          <w:rFonts w:ascii="Arial" w:hAnsi="Ari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928"/>
        <w:gridCol w:w="1276"/>
        <w:gridCol w:w="1842"/>
        <w:gridCol w:w="1843"/>
      </w:tblGrid>
      <w:tr w:rsidR="00D763B2" w:rsidRPr="00F0420C" w:rsidTr="00D763B2">
        <w:tc>
          <w:tcPr>
            <w:tcW w:w="4928" w:type="dxa"/>
          </w:tcPr>
          <w:p w:rsidR="00D763B2" w:rsidRPr="00F0420C" w:rsidRDefault="00D763B2" w:rsidP="00714744">
            <w:pPr>
              <w:rPr>
                <w:rFonts w:ascii="Arial" w:hAnsi="Arial"/>
                <w:szCs w:val="22"/>
              </w:rPr>
            </w:pPr>
          </w:p>
        </w:tc>
        <w:tc>
          <w:tcPr>
            <w:tcW w:w="1276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Palju</w:t>
            </w:r>
          </w:p>
        </w:tc>
        <w:tc>
          <w:tcPr>
            <w:tcW w:w="1842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Keskmisele tasemele</w:t>
            </w:r>
          </w:p>
        </w:tc>
        <w:tc>
          <w:tcPr>
            <w:tcW w:w="1843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Mitte väga</w:t>
            </w: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Suhtlus emakeeles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Suhtlus võõrkeeles 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 w:rsidRPr="002C73E2">
              <w:rPr>
                <w:rFonts w:ascii="Arial" w:hAnsi="Arial"/>
                <w:szCs w:val="22"/>
              </w:rPr>
              <w:t>Matemaatiline pädevus ja põhioskused teaduses ja tehnoloogias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Digitaalne pädevus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Õppima õppimine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Sotsiaalsed ja kodanikupädevused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Algatusvõime ja ettevõtlikus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2C73E2" w:rsidP="00714744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Kultuuriline teadlikkus ja väljendus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</w:tbl>
    <w:p w:rsidR="00D763B2" w:rsidRPr="00F0420C" w:rsidRDefault="00D763B2">
      <w:pPr>
        <w:rPr>
          <w:rFonts w:ascii="Arial" w:hAnsi="Arial"/>
        </w:rPr>
      </w:pPr>
    </w:p>
    <w:p w:rsidR="008F26DD" w:rsidRDefault="008F26DD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</w:rPr>
        <w:t>9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. </w:t>
      </w:r>
      <w:r w:rsidR="002C73E2" w:rsidRPr="002C73E2">
        <w:rPr>
          <w:rFonts w:ascii="Arial" w:hAnsi="Arial"/>
          <w:b/>
          <w:bCs/>
          <w:color w:val="C0081F"/>
          <w:sz w:val="24"/>
        </w:rPr>
        <w:t>Mida te muudaksite koolituse</w:t>
      </w:r>
      <w:r w:rsidR="002C73E2">
        <w:rPr>
          <w:rFonts w:ascii="Arial" w:hAnsi="Arial"/>
          <w:b/>
          <w:bCs/>
          <w:color w:val="C0081F"/>
          <w:sz w:val="24"/>
        </w:rPr>
        <w:t>s (seansis) kui see toimuks uuesti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?  </w:t>
      </w: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b/>
          <w:bCs/>
          <w:lang w:val="it-IT"/>
        </w:rPr>
      </w:pPr>
    </w:p>
    <w:p w:rsidR="00A50D1F" w:rsidRPr="00F0420C" w:rsidRDefault="00A50D1F">
      <w:pPr>
        <w:rPr>
          <w:rFonts w:ascii="Arial" w:hAnsi="Arial"/>
          <w:b/>
          <w:bCs/>
          <w:lang w:val="it-IT"/>
        </w:rPr>
      </w:pPr>
    </w:p>
    <w:sectPr w:rsidR="00A50D1F" w:rsidRPr="00F0420C" w:rsidSect="008C198A">
      <w:footerReference w:type="even" r:id="rId9"/>
      <w:footerReference w:type="default" r:id="rId10"/>
      <w:footerReference w:type="first" r:id="rId11"/>
      <w:pgSz w:w="11906" w:h="16838"/>
      <w:pgMar w:top="1418" w:right="1134" w:bottom="899" w:left="1134" w:header="709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32" w:rsidRDefault="00254E32">
      <w:r>
        <w:separator/>
      </w:r>
    </w:p>
  </w:endnote>
  <w:endnote w:type="continuationSeparator" w:id="0">
    <w:p w:rsidR="00254E32" w:rsidRDefault="00254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rundfos TheSans">
    <w:altName w:val="Arial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C4" w:rsidRDefault="00566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61C4" w:rsidRDefault="005661C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A" w:rsidRDefault="008C198A" w:rsidP="008C198A">
    <w:pPr>
      <w:pStyle w:val="Footer"/>
      <w:jc w:val="center"/>
    </w:pPr>
  </w:p>
  <w:p w:rsidR="005661C4" w:rsidRDefault="005661C4">
    <w:pPr>
      <w:pStyle w:val="Footer"/>
      <w:tabs>
        <w:tab w:val="clear" w:pos="4536"/>
        <w:tab w:val="clear" w:pos="9072"/>
        <w:tab w:val="left" w:pos="279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DE" w:rsidRDefault="008C198A" w:rsidP="008C198A">
    <w:pPr>
      <w:pStyle w:val="Footer"/>
      <w:jc w:val="center"/>
    </w:pPr>
    <w:r>
      <w:rPr>
        <w:noProof/>
        <w:lang w:val="et-EE" w:eastAsia="et-EE"/>
      </w:rPr>
      <w:drawing>
        <wp:inline distT="0" distB="0" distL="0" distR="0" wp14:anchorId="71B82DED" wp14:editId="41C6D702">
          <wp:extent cx="3057525" cy="989778"/>
          <wp:effectExtent l="0" t="0" r="0" b="127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Q &amp; E+ toget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989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05DE">
      <w:fldChar w:fldCharType="begin"/>
    </w:r>
    <w:r w:rsidR="00B705DE">
      <w:instrText xml:space="preserve"> PAGE   \* MERGEFORMAT </w:instrText>
    </w:r>
    <w:r w:rsidR="00B705DE">
      <w:fldChar w:fldCharType="separate"/>
    </w:r>
    <w:r w:rsidR="00FE3E54">
      <w:rPr>
        <w:noProof/>
      </w:rPr>
      <w:t>1</w:t>
    </w:r>
    <w:r w:rsidR="00B705DE">
      <w:rPr>
        <w:noProof/>
      </w:rPr>
      <w:fldChar w:fldCharType="end"/>
    </w:r>
  </w:p>
  <w:p w:rsidR="005661C4" w:rsidRDefault="005661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32" w:rsidRDefault="00254E32">
      <w:r>
        <w:separator/>
      </w:r>
    </w:p>
  </w:footnote>
  <w:footnote w:type="continuationSeparator" w:id="0">
    <w:p w:rsidR="00254E32" w:rsidRDefault="00254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520E"/>
    <w:multiLevelType w:val="hybridMultilevel"/>
    <w:tmpl w:val="5A3E6124"/>
    <w:lvl w:ilvl="0" w:tplc="285483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BE0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7CD3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68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CAD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B6E3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9A2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087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B7B0A"/>
    <w:multiLevelType w:val="hybridMultilevel"/>
    <w:tmpl w:val="562AF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870817"/>
    <w:multiLevelType w:val="hybridMultilevel"/>
    <w:tmpl w:val="FC92FF0C"/>
    <w:lvl w:ilvl="0" w:tplc="173A77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ED1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E7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06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7238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BC26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6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CC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52CE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E1345"/>
    <w:multiLevelType w:val="hybridMultilevel"/>
    <w:tmpl w:val="EE12B996"/>
    <w:lvl w:ilvl="0" w:tplc="30E074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16B1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C64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8A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C0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4C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0EF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22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3E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23F2F"/>
    <w:multiLevelType w:val="hybridMultilevel"/>
    <w:tmpl w:val="49FA4FAE"/>
    <w:lvl w:ilvl="0" w:tplc="393623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D2CA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F64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F26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4D7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2C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20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085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01B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D3DE2"/>
    <w:multiLevelType w:val="hybridMultilevel"/>
    <w:tmpl w:val="9EEC7120"/>
    <w:lvl w:ilvl="0" w:tplc="D916B17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90875"/>
    <w:multiLevelType w:val="hybridMultilevel"/>
    <w:tmpl w:val="67B4D132"/>
    <w:lvl w:ilvl="0" w:tplc="1F0A4E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E2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8A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6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AA2E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F24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E8C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A50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3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D53A6B"/>
    <w:multiLevelType w:val="hybridMultilevel"/>
    <w:tmpl w:val="BC0C9A58"/>
    <w:lvl w:ilvl="0" w:tplc="BEB475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021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DE2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CD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909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2E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22A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52B3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41E49"/>
    <w:multiLevelType w:val="hybridMultilevel"/>
    <w:tmpl w:val="02FCD518"/>
    <w:lvl w:ilvl="0" w:tplc="78F83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867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0A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8D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8A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A61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C4E9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MDUysjAxMrMwMTRU0lEKTi0uzszPAykwqgUALETF2SwAAAA="/>
  </w:docVars>
  <w:rsids>
    <w:rsidRoot w:val="005661C4"/>
    <w:rsid w:val="000D258F"/>
    <w:rsid w:val="001536C5"/>
    <w:rsid w:val="00163C5D"/>
    <w:rsid w:val="001D7088"/>
    <w:rsid w:val="00231A2F"/>
    <w:rsid w:val="00254E32"/>
    <w:rsid w:val="002C73E2"/>
    <w:rsid w:val="004606E4"/>
    <w:rsid w:val="004D6472"/>
    <w:rsid w:val="005661C4"/>
    <w:rsid w:val="00580DCA"/>
    <w:rsid w:val="005919E3"/>
    <w:rsid w:val="0059387A"/>
    <w:rsid w:val="005E09C4"/>
    <w:rsid w:val="005F5D50"/>
    <w:rsid w:val="0064376B"/>
    <w:rsid w:val="006A448D"/>
    <w:rsid w:val="00892951"/>
    <w:rsid w:val="008C198A"/>
    <w:rsid w:val="008F26DD"/>
    <w:rsid w:val="00993F08"/>
    <w:rsid w:val="0099601A"/>
    <w:rsid w:val="009E4F64"/>
    <w:rsid w:val="009F4111"/>
    <w:rsid w:val="00A238DA"/>
    <w:rsid w:val="00A32C4A"/>
    <w:rsid w:val="00A43DBE"/>
    <w:rsid w:val="00A50D1F"/>
    <w:rsid w:val="00B56BB5"/>
    <w:rsid w:val="00B705DE"/>
    <w:rsid w:val="00BA6801"/>
    <w:rsid w:val="00D763B2"/>
    <w:rsid w:val="00DA3B01"/>
    <w:rsid w:val="00DD6DDF"/>
    <w:rsid w:val="00E06382"/>
    <w:rsid w:val="00EC513D"/>
    <w:rsid w:val="00F03EBB"/>
    <w:rsid w:val="00F0420C"/>
    <w:rsid w:val="00F46150"/>
    <w:rsid w:val="00FE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PE\Pepicelli\Reporting\Scorecard\Training%20Evaluation\Forms\TRAINING%20EVALU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12953-52B3-418F-9B1A-2E30E4C4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TRAINING EVALUATION</Template>
  <TotalTime>0</TotalTime>
  <Pages>2</Pages>
  <Words>171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EVALUATION</vt:lpstr>
    </vt:vector>
  </TitlesOfParts>
  <Company>Grundfos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EVALUATION</dc:title>
  <dc:creator>SEAL CYPRUS</dc:creator>
  <cp:lastModifiedBy>Eero Elenurm</cp:lastModifiedBy>
  <cp:revision>2</cp:revision>
  <cp:lastPrinted>2003-11-25T07:04:00Z</cp:lastPrinted>
  <dcterms:created xsi:type="dcterms:W3CDTF">2018-10-31T14:49:00Z</dcterms:created>
  <dcterms:modified xsi:type="dcterms:W3CDTF">2018-10-31T14:49:00Z</dcterms:modified>
</cp:coreProperties>
</file>